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5A" w:rsidRDefault="00E31A5A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E31A5A" w:rsidRDefault="00E31A5A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Rundpfahl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E348E9" w:rsidRDefault="00E31A5A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Rundpfähle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Default="00E31A5A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E31A5A" w:rsidRPr="00835675" w:rsidRDefault="00E31A5A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Durchmesser: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13,0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E31A5A" w:rsidRDefault="00E31A5A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550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E31A5A" w:rsidRDefault="00E31A5A" w:rsidP="003C0F4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Alternativ: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/250/300/350/400/450/500)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Rundpfähle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E31A5A" w:rsidRDefault="00E31A5A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ramm- und vibrierfähig,</w:t>
      </w:r>
    </w:p>
    <w:p w:rsidR="00E31A5A" w:rsidRDefault="00E31A5A" w:rsidP="001F5551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E31A5A" w:rsidRDefault="00E31A5A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E31A5A" w:rsidRDefault="00E31A5A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E31A5A" w:rsidRDefault="00E31A5A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E31A5A" w:rsidRDefault="00E31A5A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E31A5A" w:rsidRDefault="00E31A5A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E31A5A" w:rsidRDefault="00E31A5A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E31A5A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E31A5A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F81D42" w:rsidRDefault="00E31A5A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</w:p>
    <w:p w:rsidR="00E31A5A" w:rsidRPr="00835675" w:rsidRDefault="00E31A5A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E31A5A" w:rsidRPr="00A87FBE" w:rsidRDefault="00E31A5A">
      <w:pPr>
        <w:rPr>
          <w:rFonts w:ascii="Verdana" w:hAnsi="Verdana" w:cs="Verdana"/>
          <w:sz w:val="22"/>
          <w:szCs w:val="22"/>
        </w:rPr>
      </w:pPr>
    </w:p>
    <w:sectPr w:rsidR="00E31A5A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1F5551"/>
    <w:rsid w:val="00205FF7"/>
    <w:rsid w:val="00282421"/>
    <w:rsid w:val="00396AEA"/>
    <w:rsid w:val="003C0F45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C48EC"/>
    <w:rsid w:val="006D49B9"/>
    <w:rsid w:val="006E42B8"/>
    <w:rsid w:val="00731944"/>
    <w:rsid w:val="00743231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CE7074"/>
    <w:rsid w:val="00E31A5A"/>
    <w:rsid w:val="00E348E9"/>
    <w:rsid w:val="00E45F3E"/>
    <w:rsid w:val="00E74091"/>
    <w:rsid w:val="00E86312"/>
    <w:rsid w:val="00F27C2C"/>
    <w:rsid w:val="00F3464B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783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2014-04-29T23:50:00Z</dcterms:created>
  <dcterms:modified xsi:type="dcterms:W3CDTF">2014-04-29T23:50:00Z</dcterms:modified>
</cp:coreProperties>
</file>