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48B" w:rsidRDefault="0067548B" w:rsidP="00F27C2C">
      <w:pPr>
        <w:outlineLvl w:val="0"/>
        <w:rPr>
          <w:rFonts w:ascii="Verdana" w:hAnsi="Verdana" w:cs="Verdana"/>
          <w:b/>
          <w:bCs/>
          <w:sz w:val="20"/>
          <w:szCs w:val="20"/>
        </w:rPr>
      </w:pPr>
      <w:r w:rsidRPr="00835675">
        <w:rPr>
          <w:rFonts w:ascii="Verdana" w:hAnsi="Verdana" w:cs="Verdana"/>
          <w:b/>
          <w:bCs/>
          <w:sz w:val="20"/>
          <w:szCs w:val="20"/>
        </w:rPr>
        <w:t xml:space="preserve">Leistungsverzeichnis relumat </w:t>
      </w:r>
    </w:p>
    <w:p w:rsidR="0067548B" w:rsidRDefault="0067548B" w:rsidP="00A51AB5">
      <w:pPr>
        <w:rPr>
          <w:rFonts w:ascii="Verdana" w:hAnsi="Verdana" w:cs="Verdana"/>
          <w:sz w:val="20"/>
          <w:szCs w:val="20"/>
        </w:rPr>
      </w:pPr>
      <w:r w:rsidRPr="004F6028">
        <w:rPr>
          <w:rFonts w:ascii="Verdana" w:hAnsi="Verdana" w:cs="Verdana"/>
          <w:strike/>
          <w:sz w:val="20"/>
          <w:szCs w:val="20"/>
        </w:rPr>
        <w:t xml:space="preserve"> </w:t>
      </w:r>
      <w:r w:rsidRPr="00835675">
        <w:rPr>
          <w:rFonts w:ascii="Verdana" w:hAnsi="Verdana" w:cs="Verdana"/>
          <w:sz w:val="20"/>
          <w:szCs w:val="20"/>
        </w:rPr>
        <w:t xml:space="preserve"> </w:t>
      </w:r>
    </w:p>
    <w:p w:rsidR="0067548B" w:rsidRPr="00835675" w:rsidRDefault="0067548B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Rammpfahl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Datum:</w:t>
      </w:r>
    </w:p>
    <w:p w:rsidR="0067548B" w:rsidRPr="00835675" w:rsidRDefault="0067548B" w:rsidP="00A51AB5">
      <w:pPr>
        <w:rPr>
          <w:rFonts w:ascii="Verdana" w:hAnsi="Verdana" w:cs="Verdana"/>
          <w:sz w:val="20"/>
          <w:szCs w:val="20"/>
        </w:rPr>
      </w:pPr>
    </w:p>
    <w:p w:rsidR="0067548B" w:rsidRPr="00E348E9" w:rsidRDefault="0067548B" w:rsidP="00A51AB5">
      <w:pPr>
        <w:rPr>
          <w:rFonts w:ascii="Verdana" w:hAnsi="Verdana" w:cs="Verdana"/>
          <w:b/>
          <w:bCs/>
          <w:sz w:val="20"/>
          <w:szCs w:val="20"/>
        </w:rPr>
      </w:pPr>
      <w:r w:rsidRPr="00E348E9">
        <w:rPr>
          <w:rFonts w:ascii="Verdana" w:hAnsi="Verdana" w:cs="Verdana"/>
          <w:b/>
          <w:bCs/>
          <w:sz w:val="20"/>
          <w:szCs w:val="20"/>
        </w:rPr>
        <w:t>Pos.</w:t>
      </w:r>
      <w:r w:rsidRPr="00E348E9">
        <w:rPr>
          <w:rFonts w:ascii="Verdana" w:hAnsi="Verdana" w:cs="Verdana"/>
          <w:b/>
          <w:bCs/>
          <w:sz w:val="20"/>
          <w:szCs w:val="20"/>
        </w:rPr>
        <w:tab/>
        <w:t>Leistungsbeschreibung</w:t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  <w:r w:rsidRPr="00E348E9">
        <w:rPr>
          <w:rFonts w:ascii="Verdana" w:hAnsi="Verdana" w:cs="Verdana"/>
          <w:b/>
          <w:bCs/>
          <w:sz w:val="20"/>
          <w:szCs w:val="20"/>
        </w:rPr>
        <w:tab/>
      </w:r>
    </w:p>
    <w:p w:rsidR="0067548B" w:rsidRPr="00835675" w:rsidRDefault="0067548B" w:rsidP="00A51AB5">
      <w:pPr>
        <w:rPr>
          <w:rFonts w:ascii="Verdana" w:hAnsi="Verdana" w:cs="Verdana"/>
          <w:sz w:val="20"/>
          <w:szCs w:val="20"/>
        </w:rPr>
      </w:pPr>
    </w:p>
    <w:p w:rsidR="0067548B" w:rsidRPr="00835675" w:rsidRDefault="0067548B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01..…</w:t>
      </w:r>
      <w:r>
        <w:rPr>
          <w:rFonts w:ascii="Verdana" w:hAnsi="Verdana" w:cs="Verdana"/>
          <w:sz w:val="20"/>
          <w:szCs w:val="20"/>
        </w:rPr>
        <w:tab/>
        <w:t>Rammpfähle</w:t>
      </w:r>
      <w:r w:rsidRPr="00835675">
        <w:rPr>
          <w:rFonts w:ascii="Verdana" w:hAnsi="Verdana" w:cs="Verdana"/>
          <w:sz w:val="20"/>
          <w:szCs w:val="20"/>
        </w:rPr>
        <w:t xml:space="preserve"> liefern und einbauen</w:t>
      </w:r>
      <w:r>
        <w:rPr>
          <w:rFonts w:ascii="Verdana" w:hAnsi="Verdana" w:cs="Verdana"/>
          <w:sz w:val="20"/>
          <w:szCs w:val="20"/>
        </w:rPr>
        <w:tab/>
      </w:r>
    </w:p>
    <w:p w:rsidR="0067548B" w:rsidRPr="00835675" w:rsidRDefault="0067548B" w:rsidP="00A51AB5">
      <w:pPr>
        <w:rPr>
          <w:rFonts w:ascii="Verdana" w:hAnsi="Verdana" w:cs="Verdana"/>
          <w:sz w:val="20"/>
          <w:szCs w:val="20"/>
        </w:rPr>
      </w:pPr>
    </w:p>
    <w:p w:rsidR="0067548B" w:rsidRDefault="0067548B" w:rsidP="007944D8">
      <w:pPr>
        <w:ind w:left="708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Rammpfähle</w:t>
      </w:r>
      <w:r w:rsidRPr="00835675">
        <w:rPr>
          <w:rFonts w:ascii="Verdana" w:hAnsi="Verdana" w:cs="Verdana"/>
          <w:sz w:val="20"/>
          <w:szCs w:val="20"/>
        </w:rPr>
        <w:t xml:space="preserve"> aus Recyclingkunststoff, Vollmaterial, </w:t>
      </w:r>
    </w:p>
    <w:p w:rsidR="0067548B" w:rsidRPr="00835675" w:rsidRDefault="0067548B" w:rsidP="007944D8">
      <w:pPr>
        <w:ind w:left="708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 xml:space="preserve">liefern und gemäß </w:t>
      </w:r>
      <w:r>
        <w:rPr>
          <w:rFonts w:ascii="Verdana" w:hAnsi="Verdana" w:cs="Verdana"/>
          <w:sz w:val="20"/>
          <w:szCs w:val="20"/>
        </w:rPr>
        <w:t>Verlege</w:t>
      </w:r>
      <w:r w:rsidRPr="00835675">
        <w:rPr>
          <w:rFonts w:ascii="Verdana" w:hAnsi="Verdana" w:cs="Verdana"/>
          <w:sz w:val="20"/>
          <w:szCs w:val="20"/>
        </w:rPr>
        <w:t xml:space="preserve">plan </w:t>
      </w:r>
      <w:r>
        <w:rPr>
          <w:rFonts w:ascii="Verdana" w:hAnsi="Verdana" w:cs="Verdana"/>
          <w:sz w:val="20"/>
          <w:szCs w:val="20"/>
        </w:rPr>
        <w:t>ein</w:t>
      </w:r>
      <w:r w:rsidRPr="00835675">
        <w:rPr>
          <w:rFonts w:ascii="Verdana" w:hAnsi="Verdana" w:cs="Verdana"/>
          <w:sz w:val="20"/>
          <w:szCs w:val="20"/>
        </w:rPr>
        <w:t>bauen.</w:t>
      </w:r>
    </w:p>
    <w:p w:rsidR="0067548B" w:rsidRPr="00835675" w:rsidRDefault="0067548B" w:rsidP="00A51AB5">
      <w:pPr>
        <w:rPr>
          <w:rFonts w:ascii="Verdana" w:hAnsi="Verdana" w:cs="Verdana"/>
          <w:sz w:val="20"/>
          <w:szCs w:val="20"/>
        </w:rPr>
      </w:pPr>
    </w:p>
    <w:p w:rsidR="0067548B" w:rsidRPr="00835675" w:rsidRDefault="0067548B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Durchmesser: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20,0</w:t>
      </w:r>
      <w:r w:rsidRPr="00835675">
        <w:rPr>
          <w:rFonts w:ascii="Verdana" w:hAnsi="Verdana" w:cs="Verdana"/>
          <w:sz w:val="20"/>
          <w:szCs w:val="20"/>
        </w:rPr>
        <w:tab/>
        <w:t xml:space="preserve"> </w:t>
      </w:r>
      <w:r w:rsidRPr="00835675">
        <w:rPr>
          <w:rFonts w:ascii="Verdana" w:hAnsi="Verdana" w:cs="Verdana"/>
          <w:sz w:val="20"/>
          <w:szCs w:val="20"/>
        </w:rPr>
        <w:tab/>
        <w:t>cm</w:t>
      </w:r>
    </w:p>
    <w:p w:rsidR="0067548B" w:rsidRDefault="0067548B" w:rsidP="00493E81">
      <w:pPr>
        <w:ind w:left="2124" w:hanging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Länge:</w:t>
      </w:r>
      <w:r>
        <w:rPr>
          <w:rFonts w:ascii="Verdana" w:hAnsi="Verdana" w:cs="Verdana"/>
          <w:sz w:val="20"/>
          <w:szCs w:val="20"/>
        </w:rPr>
        <w:tab/>
        <w:t>770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cm</w:t>
      </w:r>
      <w:r w:rsidRPr="00835675">
        <w:rPr>
          <w:rFonts w:ascii="Verdana" w:hAnsi="Verdana" w:cs="Verdana"/>
          <w:sz w:val="20"/>
          <w:szCs w:val="20"/>
        </w:rPr>
        <w:tab/>
      </w:r>
    </w:p>
    <w:p w:rsidR="0067548B" w:rsidRDefault="0067548B" w:rsidP="003C0F4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(</w:t>
      </w:r>
      <w:r>
        <w:rPr>
          <w:rFonts w:ascii="Verdana" w:hAnsi="Verdana" w:cs="Verdana"/>
          <w:sz w:val="20"/>
          <w:szCs w:val="20"/>
        </w:rPr>
        <w:t>Alternativ: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100</w:t>
      </w:r>
      <w:r w:rsidRPr="00835675">
        <w:rPr>
          <w:rFonts w:ascii="Verdana" w:hAnsi="Verdana" w:cs="Verdana"/>
          <w:sz w:val="20"/>
          <w:szCs w:val="20"/>
        </w:rPr>
        <w:t>/150/200</w:t>
      </w:r>
      <w:r>
        <w:rPr>
          <w:rFonts w:ascii="Verdana" w:hAnsi="Verdana" w:cs="Verdana"/>
          <w:sz w:val="20"/>
          <w:szCs w:val="20"/>
        </w:rPr>
        <w:t>/250/300/350/400/450/500/550/600/650/700/750)</w:t>
      </w:r>
    </w:p>
    <w:p w:rsidR="0067548B" w:rsidRPr="00835675" w:rsidRDefault="0067548B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Far</w:t>
      </w:r>
      <w:r w:rsidRPr="00835675">
        <w:rPr>
          <w:rFonts w:ascii="Verdana" w:hAnsi="Verdana" w:cs="Verdana"/>
          <w:sz w:val="20"/>
          <w:szCs w:val="20"/>
        </w:rPr>
        <w:t>be:</w:t>
      </w: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mischgrau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(Alternativ  braun)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bitte wählen</w:t>
      </w:r>
    </w:p>
    <w:p w:rsidR="0067548B" w:rsidRPr="00835675" w:rsidRDefault="0067548B" w:rsidP="00A51AB5">
      <w:pPr>
        <w:rPr>
          <w:rFonts w:ascii="Verdana" w:hAnsi="Verdana" w:cs="Verdana"/>
          <w:sz w:val="20"/>
          <w:szCs w:val="20"/>
        </w:rPr>
      </w:pPr>
    </w:p>
    <w:p w:rsidR="0067548B" w:rsidRPr="00835675" w:rsidRDefault="0067548B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Fabrikat: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 xml:space="preserve">relumat </w:t>
      </w:r>
      <w:r>
        <w:rPr>
          <w:rFonts w:ascii="Verdana" w:hAnsi="Verdana" w:cs="Verdana"/>
          <w:sz w:val="20"/>
          <w:szCs w:val="20"/>
        </w:rPr>
        <w:t>Rammpfähle</w:t>
      </w:r>
    </w:p>
    <w:p w:rsidR="0067548B" w:rsidRPr="00835675" w:rsidRDefault="0067548B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</w:p>
    <w:p w:rsidR="0067548B" w:rsidRDefault="0067548B" w:rsidP="00205FF7">
      <w:pPr>
        <w:ind w:left="2124" w:hanging="2124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Eigenschaften: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>ramm- und vibrierfähig,</w:t>
      </w:r>
    </w:p>
    <w:p w:rsidR="0067548B" w:rsidRDefault="0067548B" w:rsidP="002648BB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witterungs- u. frost</w:t>
      </w:r>
      <w:r w:rsidRPr="00835675">
        <w:rPr>
          <w:rFonts w:ascii="Verdana" w:hAnsi="Verdana" w:cs="Verdana"/>
          <w:sz w:val="20"/>
          <w:szCs w:val="20"/>
        </w:rPr>
        <w:t xml:space="preserve">beständig, </w:t>
      </w:r>
    </w:p>
    <w:p w:rsidR="0067548B" w:rsidRDefault="0067548B" w:rsidP="007944D8">
      <w:pPr>
        <w:ind w:left="1416" w:firstLine="708"/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keine Kapillarwirkung</w:t>
      </w:r>
      <w:r>
        <w:rPr>
          <w:rFonts w:ascii="Verdana" w:hAnsi="Verdana" w:cs="Verdana"/>
          <w:sz w:val="20"/>
          <w:szCs w:val="20"/>
        </w:rPr>
        <w:t>,</w:t>
      </w:r>
    </w:p>
    <w:p w:rsidR="0067548B" w:rsidRDefault="0067548B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wartungs- u. </w:t>
      </w:r>
      <w:r w:rsidRPr="00835675">
        <w:rPr>
          <w:rFonts w:ascii="Verdana" w:hAnsi="Verdana" w:cs="Verdana"/>
          <w:sz w:val="20"/>
          <w:szCs w:val="20"/>
        </w:rPr>
        <w:t>verrottungsf</w:t>
      </w:r>
      <w:r>
        <w:rPr>
          <w:rFonts w:ascii="Verdana" w:hAnsi="Verdana" w:cs="Verdana"/>
          <w:sz w:val="20"/>
          <w:szCs w:val="20"/>
        </w:rPr>
        <w:t>rei</w:t>
      </w:r>
      <w:r w:rsidRPr="00835675">
        <w:rPr>
          <w:rFonts w:ascii="Verdana" w:hAnsi="Verdana" w:cs="Verdana"/>
          <w:sz w:val="20"/>
          <w:szCs w:val="20"/>
        </w:rPr>
        <w:t xml:space="preserve">, </w:t>
      </w:r>
    </w:p>
    <w:p w:rsidR="0067548B" w:rsidRDefault="0067548B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riss- und </w:t>
      </w:r>
      <w:r w:rsidRPr="00835675">
        <w:rPr>
          <w:rFonts w:ascii="Verdana" w:hAnsi="Verdana" w:cs="Verdana"/>
          <w:sz w:val="20"/>
          <w:szCs w:val="20"/>
        </w:rPr>
        <w:t xml:space="preserve">splitterfrei, </w:t>
      </w:r>
    </w:p>
    <w:p w:rsidR="0067548B" w:rsidRDefault="0067548B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resistent gegen Süß- und Salzwasser, Fette, Säuren, Laugen u. Salze,</w:t>
      </w:r>
    </w:p>
    <w:p w:rsidR="0067548B" w:rsidRDefault="0067548B" w:rsidP="00205FF7">
      <w:pPr>
        <w:ind w:left="212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toxisch unbedenklich, nicht ein- oder auslaugend,</w:t>
      </w:r>
    </w:p>
    <w:p w:rsidR="0067548B" w:rsidRDefault="0067548B" w:rsidP="00A51AB5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problemlos wieder recycelbar</w:t>
      </w:r>
    </w:p>
    <w:p w:rsidR="0067548B" w:rsidRPr="00835675" w:rsidRDefault="0067548B" w:rsidP="00A51AB5">
      <w:pPr>
        <w:rPr>
          <w:rFonts w:ascii="Verdana" w:hAnsi="Verdana" w:cs="Verdana"/>
          <w:sz w:val="20"/>
          <w:szCs w:val="20"/>
        </w:rPr>
      </w:pPr>
    </w:p>
    <w:p w:rsidR="0067548B" w:rsidRPr="00835675" w:rsidRDefault="0067548B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Hersteller: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Reluma International GmbH</w:t>
      </w:r>
    </w:p>
    <w:p w:rsidR="0067548B" w:rsidRPr="00835675" w:rsidRDefault="0067548B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Hirschleithe 10</w:t>
      </w:r>
    </w:p>
    <w:p w:rsidR="0067548B" w:rsidRPr="00835675" w:rsidRDefault="0067548B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09518 Großrückerswalde</w:t>
      </w:r>
    </w:p>
    <w:p w:rsidR="0067548B" w:rsidRPr="00835675" w:rsidRDefault="0067548B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  <w:t>Tel.: 0 37 35 / 66 81 28 - 0</w:t>
      </w:r>
    </w:p>
    <w:p w:rsidR="0067548B" w:rsidRPr="00835675" w:rsidRDefault="0067548B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Fax: 0 37 35 / 66 81  28 - 28</w:t>
      </w:r>
    </w:p>
    <w:p w:rsidR="0067548B" w:rsidRPr="00835675" w:rsidRDefault="0067548B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e-mail: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hyperlink r:id="rId5" w:history="1">
        <w:r w:rsidRPr="00835675">
          <w:rPr>
            <w:rStyle w:val="Hyperlink"/>
            <w:rFonts w:ascii="Verdana" w:hAnsi="Verdana" w:cs="Verdana"/>
            <w:sz w:val="20"/>
            <w:szCs w:val="20"/>
          </w:rPr>
          <w:t>info@reluma.de</w:t>
        </w:r>
      </w:hyperlink>
    </w:p>
    <w:p w:rsidR="0067548B" w:rsidRDefault="0067548B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Internet:</w:t>
      </w:r>
      <w:r w:rsidRPr="00835675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hyperlink r:id="rId6" w:history="1">
        <w:r w:rsidRPr="00835675">
          <w:rPr>
            <w:rStyle w:val="Hyperlink"/>
            <w:rFonts w:ascii="Verdana" w:hAnsi="Verdana" w:cs="Verdana"/>
            <w:sz w:val="20"/>
            <w:szCs w:val="20"/>
          </w:rPr>
          <w:t>www.reluma.de</w:t>
        </w:r>
      </w:hyperlink>
    </w:p>
    <w:p w:rsidR="0067548B" w:rsidRDefault="0067548B" w:rsidP="00A51AB5">
      <w:pPr>
        <w:rPr>
          <w:rFonts w:ascii="Verdana" w:hAnsi="Verdana" w:cs="Verdana"/>
          <w:sz w:val="20"/>
          <w:szCs w:val="20"/>
        </w:rPr>
      </w:pPr>
    </w:p>
    <w:p w:rsidR="0067548B" w:rsidRPr="00835675" w:rsidRDefault="0067548B" w:rsidP="00A51AB5">
      <w:pPr>
        <w:rPr>
          <w:rFonts w:ascii="Verdana" w:hAnsi="Verdana" w:cs="Verdana"/>
          <w:sz w:val="20"/>
          <w:szCs w:val="20"/>
        </w:rPr>
      </w:pPr>
    </w:p>
    <w:p w:rsidR="0067548B" w:rsidRPr="00F81D42" w:rsidRDefault="0067548B" w:rsidP="00A51AB5">
      <w:pPr>
        <w:rPr>
          <w:rFonts w:ascii="Verdana" w:hAnsi="Verdana" w:cs="Verdana"/>
          <w:b/>
          <w:bCs/>
          <w:sz w:val="20"/>
          <w:szCs w:val="20"/>
        </w:rPr>
      </w:pP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  <w:t>EP</w:t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</w:r>
      <w:r w:rsidRPr="00F81D42">
        <w:rPr>
          <w:rFonts w:ascii="Verdana" w:hAnsi="Verdana" w:cs="Verdana"/>
          <w:b/>
          <w:bCs/>
          <w:sz w:val="20"/>
          <w:szCs w:val="20"/>
        </w:rPr>
        <w:tab/>
        <w:t xml:space="preserve">    GP</w:t>
      </w:r>
    </w:p>
    <w:p w:rsidR="0067548B" w:rsidRPr="00835675" w:rsidRDefault="0067548B" w:rsidP="00A51AB5">
      <w:pPr>
        <w:rPr>
          <w:rFonts w:ascii="Verdana" w:hAnsi="Verdana" w:cs="Verdana"/>
          <w:sz w:val="20"/>
          <w:szCs w:val="20"/>
        </w:rPr>
      </w:pPr>
    </w:p>
    <w:p w:rsidR="0067548B" w:rsidRPr="00835675" w:rsidRDefault="0067548B" w:rsidP="00A51AB5">
      <w:pPr>
        <w:rPr>
          <w:rFonts w:ascii="Verdana" w:hAnsi="Verdana" w:cs="Verdana"/>
          <w:sz w:val="20"/>
          <w:szCs w:val="20"/>
        </w:rPr>
      </w:pPr>
      <w:r w:rsidRPr="00835675">
        <w:rPr>
          <w:rFonts w:ascii="Verdana" w:hAnsi="Verdana" w:cs="Verdana"/>
          <w:sz w:val="20"/>
          <w:szCs w:val="20"/>
        </w:rPr>
        <w:t>Anzahl:</w:t>
      </w:r>
      <w:r>
        <w:rPr>
          <w:rFonts w:ascii="Verdana" w:hAnsi="Verdana" w:cs="Verdana"/>
          <w:sz w:val="20"/>
          <w:szCs w:val="20"/>
        </w:rPr>
        <w:t xml:space="preserve">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</w:t>
      </w:r>
      <w:r>
        <w:rPr>
          <w:rFonts w:ascii="Verdana" w:hAnsi="Verdana" w:cs="Verdana"/>
          <w:sz w:val="20"/>
          <w:szCs w:val="20"/>
        </w:rPr>
        <w:t xml:space="preserve">  </w:t>
      </w:r>
      <w:r>
        <w:rPr>
          <w:rFonts w:ascii="Verdana" w:hAnsi="Verdana" w:cs="Verdana"/>
          <w:sz w:val="20"/>
          <w:szCs w:val="20"/>
        </w:rPr>
        <w:tab/>
      </w:r>
      <w:r w:rsidRPr="00835675">
        <w:rPr>
          <w:rFonts w:ascii="Verdana" w:hAnsi="Verdana" w:cs="Verdana"/>
          <w:sz w:val="20"/>
          <w:szCs w:val="20"/>
        </w:rPr>
        <w:t>Stück (oder lfm)</w:t>
      </w:r>
      <w:r>
        <w:rPr>
          <w:rFonts w:ascii="Verdana" w:hAnsi="Verdana" w:cs="Verdana"/>
          <w:sz w:val="20"/>
          <w:szCs w:val="20"/>
        </w:rPr>
        <w:t xml:space="preserve">   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 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     </w:t>
      </w:r>
      <w:r w:rsidRPr="00835675">
        <w:rPr>
          <w:rFonts w:ascii="Verdana" w:hAnsi="Verdana" w:cs="Verdana"/>
          <w:sz w:val="20"/>
          <w:szCs w:val="20"/>
          <w:u w:val="single"/>
        </w:rPr>
        <w:tab/>
        <w:t xml:space="preserve">       </w:t>
      </w:r>
      <w:r w:rsidRPr="00835675">
        <w:rPr>
          <w:rFonts w:ascii="Verdana" w:hAnsi="Verdana" w:cs="Verdana"/>
          <w:sz w:val="20"/>
          <w:szCs w:val="20"/>
        </w:rPr>
        <w:tab/>
        <w:t>€</w:t>
      </w:r>
      <w:r>
        <w:rPr>
          <w:rFonts w:ascii="Verdana" w:hAnsi="Verdana" w:cs="Verdana"/>
          <w:sz w:val="20"/>
          <w:szCs w:val="20"/>
        </w:rPr>
        <w:t xml:space="preserve"> ____________</w:t>
      </w:r>
      <w:r w:rsidRPr="00835675">
        <w:rPr>
          <w:rFonts w:ascii="Verdana" w:hAnsi="Verdana" w:cs="Verdana"/>
          <w:sz w:val="20"/>
          <w:szCs w:val="20"/>
        </w:rPr>
        <w:t xml:space="preserve"> €</w:t>
      </w:r>
    </w:p>
    <w:p w:rsidR="0067548B" w:rsidRPr="00A87FBE" w:rsidRDefault="0067548B">
      <w:pPr>
        <w:rPr>
          <w:rFonts w:ascii="Verdana" w:hAnsi="Verdana" w:cs="Verdana"/>
          <w:sz w:val="22"/>
          <w:szCs w:val="22"/>
        </w:rPr>
      </w:pPr>
    </w:p>
    <w:sectPr w:rsidR="0067548B" w:rsidRPr="00A87FBE" w:rsidSect="004B3D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AC8BB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FC10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8C49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5CE47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53E50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5422A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6E02AE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544C6F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E96E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0416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CBE089A"/>
    <w:multiLevelType w:val="multilevel"/>
    <w:tmpl w:val="99FA7E9C"/>
    <w:lvl w:ilvl="0">
      <w:numFmt w:val="decimalZero"/>
      <w:lvlText w:val="%1"/>
      <w:lvlJc w:val="left"/>
      <w:pPr>
        <w:ind w:left="705" w:hanging="705"/>
      </w:pPr>
    </w:lvl>
    <w:lvl w:ilvl="1">
      <w:start w:val="1"/>
      <w:numFmt w:val="decimalZero"/>
      <w:lvlText w:val="%1.%2"/>
      <w:lvlJc w:val="left"/>
      <w:pPr>
        <w:ind w:left="705" w:hanging="70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3AF7"/>
    <w:rsid w:val="00080E3B"/>
    <w:rsid w:val="001418B3"/>
    <w:rsid w:val="00157565"/>
    <w:rsid w:val="0018282E"/>
    <w:rsid w:val="00205FF7"/>
    <w:rsid w:val="002648BB"/>
    <w:rsid w:val="00282421"/>
    <w:rsid w:val="00396AEA"/>
    <w:rsid w:val="003C0F45"/>
    <w:rsid w:val="003E282D"/>
    <w:rsid w:val="003E46D1"/>
    <w:rsid w:val="003F4032"/>
    <w:rsid w:val="00493E81"/>
    <w:rsid w:val="00497945"/>
    <w:rsid w:val="004B3103"/>
    <w:rsid w:val="004B3D54"/>
    <w:rsid w:val="004D4D15"/>
    <w:rsid w:val="004E4D75"/>
    <w:rsid w:val="004F6028"/>
    <w:rsid w:val="00533094"/>
    <w:rsid w:val="00584D30"/>
    <w:rsid w:val="0067548B"/>
    <w:rsid w:val="006D49B9"/>
    <w:rsid w:val="00731944"/>
    <w:rsid w:val="00743231"/>
    <w:rsid w:val="007944D8"/>
    <w:rsid w:val="007C5DE2"/>
    <w:rsid w:val="007D6F3A"/>
    <w:rsid w:val="00835675"/>
    <w:rsid w:val="0084204F"/>
    <w:rsid w:val="00A51AB5"/>
    <w:rsid w:val="00A60EBF"/>
    <w:rsid w:val="00A87FBE"/>
    <w:rsid w:val="00B00FC6"/>
    <w:rsid w:val="00B93AF7"/>
    <w:rsid w:val="00BC39F4"/>
    <w:rsid w:val="00C0108F"/>
    <w:rsid w:val="00C43079"/>
    <w:rsid w:val="00C514BD"/>
    <w:rsid w:val="00C83925"/>
    <w:rsid w:val="00CC70FA"/>
    <w:rsid w:val="00E348E9"/>
    <w:rsid w:val="00E45F3E"/>
    <w:rsid w:val="00E74091"/>
    <w:rsid w:val="00E86312"/>
    <w:rsid w:val="00F27C2C"/>
    <w:rsid w:val="00F3464B"/>
    <w:rsid w:val="00F81D42"/>
    <w:rsid w:val="00FC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AF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93AF7"/>
    <w:rPr>
      <w:color w:val="0000FF"/>
      <w:u w:val="single"/>
    </w:rPr>
  </w:style>
  <w:style w:type="paragraph" w:customStyle="1" w:styleId="Listenabsatz">
    <w:name w:val="Listenabsatz"/>
    <w:basedOn w:val="Normal"/>
    <w:uiPriority w:val="99"/>
    <w:rsid w:val="00B93AF7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F27C2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1011D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28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luma.de" TargetMode="External"/><Relationship Id="rId5" Type="http://schemas.openxmlformats.org/officeDocument/2006/relationships/hyperlink" Target="mailto:info@reluma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150</Words>
  <Characters>946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Leistungsverzeichnis hanit® Nut und Feder Brettprofil</dc:title>
  <dc:subject/>
  <dc:creator>Klaus</dc:creator>
  <cp:keywords/>
  <dc:description/>
  <cp:lastModifiedBy>Stefan Bassing</cp:lastModifiedBy>
  <cp:revision>2</cp:revision>
  <cp:lastPrinted>2014-04-10T10:40:00Z</cp:lastPrinted>
  <dcterms:created xsi:type="dcterms:W3CDTF">2014-04-29T23:49:00Z</dcterms:created>
  <dcterms:modified xsi:type="dcterms:W3CDTF">2014-04-29T23:49:00Z</dcterms:modified>
</cp:coreProperties>
</file>