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E0" w:rsidRDefault="00EA30E0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EA30E0" w:rsidRDefault="00EA30E0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Quadratprofil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E348E9" w:rsidRDefault="00EA30E0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Quadratprofile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Default="00EA30E0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Quadratprofile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EA30E0" w:rsidRPr="00835675" w:rsidRDefault="00EA30E0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15,0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15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EA30E0" w:rsidRDefault="00EA30E0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650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EA30E0" w:rsidRDefault="00EA30E0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/250/300/350/400/450/500/550/600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Quadratprofile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EA30E0" w:rsidRDefault="00EA30E0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EA30E0" w:rsidRDefault="00EA30E0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EA30E0" w:rsidRDefault="00EA30E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EA30E0" w:rsidRDefault="00EA30E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EA30E0" w:rsidRDefault="00EA30E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EA30E0" w:rsidRDefault="00EA30E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EA30E0" w:rsidRDefault="00EA30E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EA30E0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EA30E0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F81D42" w:rsidRDefault="00EA30E0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</w:p>
    <w:p w:rsidR="00EA30E0" w:rsidRPr="00835675" w:rsidRDefault="00EA30E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EA30E0" w:rsidRPr="00A87FBE" w:rsidRDefault="00EA30E0">
      <w:pPr>
        <w:rPr>
          <w:rFonts w:ascii="Verdana" w:hAnsi="Verdana" w:cs="Verdana"/>
          <w:sz w:val="22"/>
          <w:szCs w:val="22"/>
        </w:rPr>
      </w:pPr>
    </w:p>
    <w:sectPr w:rsidR="00EA30E0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1418B3"/>
    <w:rsid w:val="0018282E"/>
    <w:rsid w:val="001F7DC8"/>
    <w:rsid w:val="00205FF7"/>
    <w:rsid w:val="00282421"/>
    <w:rsid w:val="00396AEA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35074"/>
    <w:rsid w:val="00584D30"/>
    <w:rsid w:val="006D49B9"/>
    <w:rsid w:val="00731944"/>
    <w:rsid w:val="00743231"/>
    <w:rsid w:val="007944D8"/>
    <w:rsid w:val="007C5DE2"/>
    <w:rsid w:val="007D6F3A"/>
    <w:rsid w:val="00835675"/>
    <w:rsid w:val="0084204F"/>
    <w:rsid w:val="00935764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E348E9"/>
    <w:rsid w:val="00E45F3E"/>
    <w:rsid w:val="00E74091"/>
    <w:rsid w:val="00E86312"/>
    <w:rsid w:val="00EA30E0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407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2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148</Words>
  <Characters>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2014-04-29T23:48:00Z</dcterms:created>
  <dcterms:modified xsi:type="dcterms:W3CDTF">2014-04-29T23:48:00Z</dcterms:modified>
</cp:coreProperties>
</file>